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95C" w:rsidRPr="00CB752A" w:rsidRDefault="00E5195C" w:rsidP="00DD44FB">
      <w:pPr>
        <w:spacing w:after="0"/>
        <w:rPr>
          <w:rFonts w:ascii="Times New Roman" w:hAnsi="Times New Roman"/>
          <w:sz w:val="24"/>
          <w:szCs w:val="24"/>
        </w:rPr>
      </w:pPr>
      <w:r w:rsidRPr="00CB752A">
        <w:rPr>
          <w:sz w:val="24"/>
          <w:szCs w:val="24"/>
        </w:rPr>
        <w:t xml:space="preserve">                                                                     </w:t>
      </w:r>
      <w:r w:rsidRPr="00CB752A">
        <w:rPr>
          <w:rFonts w:ascii="Times New Roman" w:hAnsi="Times New Roman"/>
          <w:sz w:val="24"/>
          <w:szCs w:val="24"/>
        </w:rPr>
        <w:t>Лист коррекции КТП   по родной (татарской) литературе ( с 18.05.20 по 23.05.20)</w:t>
      </w:r>
    </w:p>
    <w:p w:rsidR="00E5195C" w:rsidRPr="00CB752A" w:rsidRDefault="00E5195C" w:rsidP="00DD44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75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E5195C" w:rsidRPr="00CB752A" w:rsidRDefault="00E5195C">
      <w:pPr>
        <w:rPr>
          <w:rFonts w:ascii="Times New Roman" w:hAnsi="Times New Roman"/>
          <w:sz w:val="24"/>
          <w:szCs w:val="24"/>
        </w:rPr>
      </w:pPr>
      <w:r w:rsidRPr="00CB75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Ишмухамметова  Г.К.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5"/>
        <w:gridCol w:w="1417"/>
        <w:gridCol w:w="4111"/>
        <w:gridCol w:w="2410"/>
        <w:gridCol w:w="2626"/>
        <w:gridCol w:w="1768"/>
        <w:gridCol w:w="2410"/>
      </w:tblGrid>
      <w:tr w:rsidR="00E5195C" w:rsidRPr="00CB752A" w:rsidTr="000F4E62">
        <w:tc>
          <w:tcPr>
            <w:tcW w:w="15877" w:type="dxa"/>
            <w:gridSpan w:val="7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почта для связи  </w:t>
            </w:r>
            <w:hyperlink r:id="rId4" w:history="1">
              <w:r w:rsidRPr="00CB752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guliaishmi@mail.ru</w:t>
              </w:r>
            </w:hyperlink>
          </w:p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95C" w:rsidRPr="00CB752A" w:rsidTr="000F4E62">
        <w:tc>
          <w:tcPr>
            <w:tcW w:w="1135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r w:rsidRPr="00CB75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11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Тема и ресурс:</w:t>
            </w:r>
          </w:p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410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Форма проведения:</w:t>
            </w:r>
          </w:p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26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</w:p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CB752A">
              <w:rPr>
                <w:rFonts w:ascii="Times New Roman" w:hAnsi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768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10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Форма сдачи заданий</w:t>
            </w:r>
            <w:r w:rsidRPr="00CB752A">
              <w:rPr>
                <w:rFonts w:ascii="Times New Roman" w:hAnsi="Times New Roman"/>
                <w:sz w:val="24"/>
                <w:szCs w:val="24"/>
              </w:rPr>
              <w:t xml:space="preserve"> (телефон, эл.почта, виртуальный факультатив, образовательная платформа и т.д.)</w:t>
            </w:r>
          </w:p>
        </w:tc>
      </w:tr>
      <w:tr w:rsidR="00E5195C" w:rsidRPr="00CB752A" w:rsidTr="000F4E62">
        <w:tc>
          <w:tcPr>
            <w:tcW w:w="1135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1 класс</w:t>
            </w:r>
          </w:p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4111" w:type="dxa"/>
          </w:tcPr>
          <w:p w:rsidR="00E5195C" w:rsidRPr="00CB752A" w:rsidRDefault="00E5195C" w:rsidP="00465FEE">
            <w:pPr>
              <w:spacing w:after="0" w:line="240" w:lineRule="auto"/>
              <w:ind w:right="175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B752A">
              <w:rPr>
                <w:rFonts w:ascii="Times New Roman" w:hAnsi="Times New Roman"/>
                <w:sz w:val="24"/>
                <w:szCs w:val="24"/>
                <w:lang w:val="tt-RU"/>
              </w:rPr>
              <w:t>Җәйге ял/.Летний отдох</w:t>
            </w:r>
          </w:p>
          <w:p w:rsidR="00E5195C" w:rsidRPr="00CB752A" w:rsidRDefault="00E5195C" w:rsidP="00465FEE">
            <w:pPr>
              <w:spacing w:after="0" w:line="240" w:lineRule="auto"/>
              <w:ind w:right="175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B752A">
              <w:rPr>
                <w:rFonts w:ascii="Times New Roman" w:hAnsi="Times New Roman"/>
                <w:sz w:val="24"/>
                <w:szCs w:val="24"/>
                <w:lang w:val="tt-RU"/>
              </w:rPr>
              <w:t>Еллык материалны гомумилщштереп кабатлау/</w:t>
            </w:r>
            <w:r w:rsidRPr="00CB75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Обобщение годового материала</w:t>
            </w:r>
          </w:p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68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2410" w:type="dxa"/>
          </w:tcPr>
          <w:p w:rsidR="00E5195C" w:rsidRPr="00CB752A" w:rsidRDefault="00E5195C" w:rsidP="00BB6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95C" w:rsidRPr="00CB752A" w:rsidTr="000F4E62">
        <w:tc>
          <w:tcPr>
            <w:tcW w:w="1135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2 класс</w:t>
            </w:r>
          </w:p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4111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  <w:lang w:val="tt-RU"/>
              </w:rPr>
              <w:t>Үткән материалны йомгаклау/</w:t>
            </w:r>
            <w:r w:rsidRPr="00CB752A">
              <w:rPr>
                <w:sz w:val="24"/>
                <w:szCs w:val="24"/>
              </w:rPr>
              <w:t xml:space="preserve"> </w:t>
            </w:r>
            <w:r w:rsidRPr="00CB752A">
              <w:rPr>
                <w:rFonts w:ascii="Times New Roman" w:hAnsi="Times New Roman"/>
                <w:sz w:val="24"/>
                <w:szCs w:val="24"/>
                <w:lang w:val="tt-RU"/>
              </w:rPr>
              <w:t>Подведение итогов прошедшего материала</w:t>
            </w:r>
          </w:p>
        </w:tc>
        <w:tc>
          <w:tcPr>
            <w:tcW w:w="2410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68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2410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95C" w:rsidRPr="00CB752A" w:rsidTr="000F4E62">
        <w:tc>
          <w:tcPr>
            <w:tcW w:w="1135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  <w:p w:rsidR="00E5195C" w:rsidRPr="00CB752A" w:rsidRDefault="00E5195C" w:rsidP="002C3F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19.05</w:t>
            </w:r>
            <w:r w:rsidRPr="00CB752A">
              <w:rPr>
                <w:sz w:val="24"/>
                <w:szCs w:val="24"/>
              </w:rPr>
              <w:t xml:space="preserve"> </w:t>
            </w:r>
          </w:p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B752A">
              <w:rPr>
                <w:rFonts w:ascii="Times New Roman" w:hAnsi="Times New Roman"/>
                <w:sz w:val="24"/>
                <w:szCs w:val="24"/>
                <w:lang w:val="tt-RU"/>
              </w:rPr>
              <w:t>Д. Гайнетдинова. “Җан авазы” парчасы\ Звон души”</w:t>
            </w:r>
          </w:p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B752A">
              <w:rPr>
                <w:rFonts w:ascii="Times New Roman" w:hAnsi="Times New Roman"/>
                <w:sz w:val="24"/>
                <w:szCs w:val="24"/>
                <w:lang w:val="tt-RU"/>
              </w:rPr>
              <w:t>А. Куприн. “Олеся” әсәре/В произведении " Олеся</w:t>
            </w:r>
          </w:p>
        </w:tc>
        <w:tc>
          <w:tcPr>
            <w:tcW w:w="2410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768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2410" w:type="dxa"/>
          </w:tcPr>
          <w:p w:rsidR="00E5195C" w:rsidRPr="00CB752A" w:rsidRDefault="00E5195C" w:rsidP="00E174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95C" w:rsidRPr="00CB752A" w:rsidTr="000F4E62">
        <w:tc>
          <w:tcPr>
            <w:tcW w:w="1135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4111" w:type="dxa"/>
          </w:tcPr>
          <w:p w:rsidR="00E5195C" w:rsidRPr="00CB752A" w:rsidRDefault="00E5195C" w:rsidP="002C3F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B752A">
              <w:rPr>
                <w:rFonts w:ascii="Times New Roman" w:hAnsi="Times New Roman"/>
                <w:sz w:val="24"/>
                <w:szCs w:val="24"/>
                <w:lang w:val="tt-RU"/>
              </w:rPr>
              <w:t>М</w:t>
            </w:r>
            <w:r w:rsidRPr="00CB752A">
              <w:rPr>
                <w:rFonts w:ascii="Times New Roman" w:eastAsia="SchoolBookTatMFOTF" w:hAnsi="Times New Roman"/>
                <w:sz w:val="24"/>
                <w:szCs w:val="24"/>
                <w:lang w:val="tt-RU" w:eastAsia="ru-RU"/>
              </w:rPr>
              <w:t xml:space="preserve">әдинә </w:t>
            </w:r>
            <w:r w:rsidRPr="00CB752A">
              <w:rPr>
                <w:rFonts w:ascii="Times New Roman" w:hAnsi="Times New Roman"/>
                <w:sz w:val="24"/>
                <w:szCs w:val="24"/>
                <w:lang w:val="tt-RU"/>
              </w:rPr>
              <w:t>Маликованың тормыш юлы һәм иҗаты турында белешмә бирү, “Казан каласы − таш кала” повестеннан өзек өйрәнү. М.Маликовой. Изучение отрывка из повести «Казань – город белокаменный».</w:t>
            </w:r>
          </w:p>
          <w:p w:rsidR="00E5195C" w:rsidRPr="00CB752A" w:rsidRDefault="00E5195C" w:rsidP="00C6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768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2410" w:type="dxa"/>
          </w:tcPr>
          <w:p w:rsidR="00E5195C" w:rsidRPr="00CB752A" w:rsidRDefault="00E5195C" w:rsidP="00E174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95C" w:rsidRPr="00CB752A" w:rsidTr="000F4E62">
        <w:tc>
          <w:tcPr>
            <w:tcW w:w="1135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10 класс</w:t>
            </w:r>
          </w:p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4111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CB752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Гомәр Бәширов иҗаты./</w:t>
            </w:r>
            <w:r w:rsidRPr="00CB752A">
              <w:rPr>
                <w:sz w:val="24"/>
                <w:szCs w:val="24"/>
                <w:lang w:eastAsia="ru-RU"/>
              </w:rPr>
              <w:t xml:space="preserve"> </w:t>
            </w:r>
            <w:r w:rsidRPr="00CB752A">
              <w:rPr>
                <w:rFonts w:ascii="Times New Roman" w:hAnsi="Times New Roman"/>
                <w:sz w:val="24"/>
                <w:szCs w:val="24"/>
                <w:lang w:val="tt-RU" w:eastAsia="ru-RU"/>
              </w:rPr>
              <w:t>Творчество Гумера Баширова</w:t>
            </w:r>
          </w:p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Гариф Ахунов иҗаты./</w:t>
            </w:r>
            <w:r w:rsidRPr="00CB752A">
              <w:rPr>
                <w:sz w:val="24"/>
                <w:szCs w:val="24"/>
                <w:lang w:eastAsia="ru-RU"/>
              </w:rPr>
              <w:t xml:space="preserve"> </w:t>
            </w:r>
            <w:r w:rsidRPr="00CB752A">
              <w:rPr>
                <w:rFonts w:ascii="Times New Roman" w:hAnsi="Times New Roman"/>
                <w:sz w:val="24"/>
                <w:szCs w:val="24"/>
                <w:lang w:val="tt-RU" w:eastAsia="ru-RU"/>
              </w:rPr>
              <w:t>Творчество Гарифа Ахунова.</w:t>
            </w:r>
            <w:bookmarkStart w:id="0" w:name="_GoBack"/>
            <w:bookmarkEnd w:id="0"/>
          </w:p>
        </w:tc>
        <w:tc>
          <w:tcPr>
            <w:tcW w:w="2410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768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2410" w:type="dxa"/>
          </w:tcPr>
          <w:p w:rsidR="00E5195C" w:rsidRPr="00CB752A" w:rsidRDefault="00E5195C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</w:tbl>
    <w:p w:rsidR="00E5195C" w:rsidRPr="00B424E0" w:rsidRDefault="00E5195C">
      <w:pPr>
        <w:rPr>
          <w:rFonts w:ascii="Times New Roman" w:hAnsi="Times New Roman"/>
          <w:sz w:val="24"/>
          <w:szCs w:val="24"/>
        </w:rPr>
      </w:pPr>
    </w:p>
    <w:sectPr w:rsidR="00E5195C" w:rsidRPr="00B424E0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TatMFOTF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31C6"/>
    <w:rsid w:val="00014661"/>
    <w:rsid w:val="00022D46"/>
    <w:rsid w:val="00032B76"/>
    <w:rsid w:val="00035BD1"/>
    <w:rsid w:val="00042A2F"/>
    <w:rsid w:val="00055011"/>
    <w:rsid w:val="000D0C3E"/>
    <w:rsid w:val="000D4532"/>
    <w:rsid w:val="000F4E62"/>
    <w:rsid w:val="00126AC8"/>
    <w:rsid w:val="0016450D"/>
    <w:rsid w:val="001A1685"/>
    <w:rsid w:val="001C4BB2"/>
    <w:rsid w:val="001D2E6B"/>
    <w:rsid w:val="00204509"/>
    <w:rsid w:val="0025108C"/>
    <w:rsid w:val="00272743"/>
    <w:rsid w:val="00291FFF"/>
    <w:rsid w:val="002A60B5"/>
    <w:rsid w:val="002C3F15"/>
    <w:rsid w:val="002E2ABA"/>
    <w:rsid w:val="002E5928"/>
    <w:rsid w:val="00332A7D"/>
    <w:rsid w:val="003655FE"/>
    <w:rsid w:val="00373B33"/>
    <w:rsid w:val="003820DE"/>
    <w:rsid w:val="003D5A52"/>
    <w:rsid w:val="003E7592"/>
    <w:rsid w:val="003F163A"/>
    <w:rsid w:val="00407D11"/>
    <w:rsid w:val="004510B6"/>
    <w:rsid w:val="0045702D"/>
    <w:rsid w:val="00462559"/>
    <w:rsid w:val="00465FEE"/>
    <w:rsid w:val="00466385"/>
    <w:rsid w:val="00473518"/>
    <w:rsid w:val="00474095"/>
    <w:rsid w:val="004834C8"/>
    <w:rsid w:val="0049136D"/>
    <w:rsid w:val="004D7920"/>
    <w:rsid w:val="0052152B"/>
    <w:rsid w:val="0052298A"/>
    <w:rsid w:val="00524004"/>
    <w:rsid w:val="00535EDD"/>
    <w:rsid w:val="0054165F"/>
    <w:rsid w:val="00596ED9"/>
    <w:rsid w:val="005B70B1"/>
    <w:rsid w:val="00603367"/>
    <w:rsid w:val="00605B35"/>
    <w:rsid w:val="00607AF9"/>
    <w:rsid w:val="00620830"/>
    <w:rsid w:val="0064175B"/>
    <w:rsid w:val="006F7D6E"/>
    <w:rsid w:val="00700EE4"/>
    <w:rsid w:val="00717439"/>
    <w:rsid w:val="00723783"/>
    <w:rsid w:val="007B172F"/>
    <w:rsid w:val="00853559"/>
    <w:rsid w:val="00861C12"/>
    <w:rsid w:val="008807CB"/>
    <w:rsid w:val="008E2755"/>
    <w:rsid w:val="00901838"/>
    <w:rsid w:val="0092524F"/>
    <w:rsid w:val="00972E3A"/>
    <w:rsid w:val="0098158E"/>
    <w:rsid w:val="009847AF"/>
    <w:rsid w:val="009A44C1"/>
    <w:rsid w:val="009B35BE"/>
    <w:rsid w:val="009F50EA"/>
    <w:rsid w:val="00A078CE"/>
    <w:rsid w:val="00A13775"/>
    <w:rsid w:val="00A21F73"/>
    <w:rsid w:val="00A225A1"/>
    <w:rsid w:val="00A52B86"/>
    <w:rsid w:val="00A64B70"/>
    <w:rsid w:val="00A70056"/>
    <w:rsid w:val="00A93A8E"/>
    <w:rsid w:val="00A943DD"/>
    <w:rsid w:val="00A97B0C"/>
    <w:rsid w:val="00A97CA3"/>
    <w:rsid w:val="00AD1E6A"/>
    <w:rsid w:val="00AE1F46"/>
    <w:rsid w:val="00B03DFF"/>
    <w:rsid w:val="00B11F41"/>
    <w:rsid w:val="00B172C1"/>
    <w:rsid w:val="00B30D00"/>
    <w:rsid w:val="00B424E0"/>
    <w:rsid w:val="00B7797D"/>
    <w:rsid w:val="00BB6376"/>
    <w:rsid w:val="00BC19D5"/>
    <w:rsid w:val="00BC2F92"/>
    <w:rsid w:val="00BC7301"/>
    <w:rsid w:val="00BD34AC"/>
    <w:rsid w:val="00BE31C6"/>
    <w:rsid w:val="00C26C0E"/>
    <w:rsid w:val="00C52501"/>
    <w:rsid w:val="00C64077"/>
    <w:rsid w:val="00C76883"/>
    <w:rsid w:val="00CA27F7"/>
    <w:rsid w:val="00CB752A"/>
    <w:rsid w:val="00CC68A5"/>
    <w:rsid w:val="00CD669A"/>
    <w:rsid w:val="00CF74BA"/>
    <w:rsid w:val="00D221B4"/>
    <w:rsid w:val="00D80986"/>
    <w:rsid w:val="00D85B7A"/>
    <w:rsid w:val="00DA48C4"/>
    <w:rsid w:val="00DB6971"/>
    <w:rsid w:val="00DD44FB"/>
    <w:rsid w:val="00E15DC5"/>
    <w:rsid w:val="00E1747A"/>
    <w:rsid w:val="00E2058F"/>
    <w:rsid w:val="00E5195C"/>
    <w:rsid w:val="00E6093D"/>
    <w:rsid w:val="00E62B5D"/>
    <w:rsid w:val="00E65BF6"/>
    <w:rsid w:val="00E819C0"/>
    <w:rsid w:val="00EA1CAC"/>
    <w:rsid w:val="00EA2EEE"/>
    <w:rsid w:val="00EC093E"/>
    <w:rsid w:val="00EE0B97"/>
    <w:rsid w:val="00EF029C"/>
    <w:rsid w:val="00F23B06"/>
    <w:rsid w:val="00F32FD0"/>
    <w:rsid w:val="00F52C57"/>
    <w:rsid w:val="00F541C8"/>
    <w:rsid w:val="00F636E5"/>
    <w:rsid w:val="00F67FC2"/>
    <w:rsid w:val="00F87275"/>
    <w:rsid w:val="00FA4294"/>
    <w:rsid w:val="00FD4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5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24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465FE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uliaishmi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145</TotalTime>
  <Pages>2</Pages>
  <Words>285</Words>
  <Characters>1628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114</cp:revision>
  <dcterms:created xsi:type="dcterms:W3CDTF">2020-03-27T05:47:00Z</dcterms:created>
  <dcterms:modified xsi:type="dcterms:W3CDTF">2020-05-15T15:27:00Z</dcterms:modified>
</cp:coreProperties>
</file>